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14D7" w14:paraId="71B56870" w14:textId="77777777" w:rsidTr="00146EEC">
        <w:tc>
          <w:tcPr>
            <w:tcW w:w="2689" w:type="dxa"/>
          </w:tcPr>
          <w:p w14:paraId="39CE7822" w14:textId="1D8B24EA" w:rsidR="003114D7" w:rsidRPr="003114D7" w:rsidRDefault="003114D7" w:rsidP="003114D7">
            <w:pPr>
              <w:pStyle w:val="SIText"/>
            </w:pPr>
            <w:r w:rsidRPr="003114D7">
              <w:t xml:space="preserve">Release </w:t>
            </w:r>
            <w:proofErr w:type="gramStart"/>
            <w:r w:rsidRPr="003114D7">
              <w:t>1</w:t>
            </w:r>
            <w:proofErr w:type="gramEnd"/>
          </w:p>
        </w:tc>
        <w:tc>
          <w:tcPr>
            <w:tcW w:w="6939" w:type="dxa"/>
          </w:tcPr>
          <w:p w14:paraId="40E37968" w14:textId="42E35494" w:rsidR="003114D7" w:rsidRPr="003114D7" w:rsidRDefault="003114D7" w:rsidP="003114D7">
            <w:pPr>
              <w:pStyle w:val="SIText"/>
            </w:pPr>
            <w:r w:rsidRPr="003114D7">
              <w:t xml:space="preserve">This version released with FWP Forest and Wood Products Training Package Version </w:t>
            </w:r>
            <w:r w:rsidR="00E51499">
              <w:t>7</w:t>
            </w:r>
            <w:r w:rsidRPr="003114D7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97E182C" w:rsidR="00F1480E" w:rsidRPr="000754EC" w:rsidRDefault="003114D7" w:rsidP="000754EC">
            <w:pPr>
              <w:pStyle w:val="SIUNITCODE"/>
            </w:pPr>
            <w:r w:rsidRPr="00EA2FCF">
              <w:t>FWP</w:t>
            </w:r>
            <w:r>
              <w:t>FGM</w:t>
            </w:r>
            <w:r w:rsidR="00914FF4">
              <w:t>5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5BFB99C4" w:rsidR="00F1480E" w:rsidRPr="000754EC" w:rsidRDefault="00E51499" w:rsidP="000754EC">
            <w:pPr>
              <w:pStyle w:val="SIUnittitle"/>
            </w:pPr>
            <w:r>
              <w:t>Contribute to and implement a forest roading operational plan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2D5C7B" w14:textId="587527AD" w:rsidR="00232350" w:rsidRPr="003114D7" w:rsidRDefault="00232350">
            <w:pPr>
              <w:pStyle w:val="SIText"/>
            </w:pPr>
            <w:r w:rsidRPr="003114D7">
              <w:t xml:space="preserve">This unit of competency describes the </w:t>
            </w:r>
            <w:r w:rsidR="003114D7" w:rsidRPr="003114D7">
              <w:t xml:space="preserve">skills and knowledge </w:t>
            </w:r>
            <w:proofErr w:type="gramStart"/>
            <w:r w:rsidRPr="003114D7">
              <w:t>required</w:t>
            </w:r>
            <w:proofErr w:type="gramEnd"/>
            <w:r w:rsidRPr="003114D7">
              <w:t xml:space="preserve"> to </w:t>
            </w:r>
            <w:r w:rsidR="00E51499">
              <w:t>c</w:t>
            </w:r>
            <w:r w:rsidR="00E51499" w:rsidRPr="00E51499">
              <w:t>ontribute to</w:t>
            </w:r>
            <w:r w:rsidR="003E185F">
              <w:t xml:space="preserve"> the development</w:t>
            </w:r>
            <w:r w:rsidR="00E51499" w:rsidRPr="00E51499">
              <w:t xml:space="preserve"> and implement</w:t>
            </w:r>
            <w:r w:rsidR="003E185F">
              <w:t>ation a</w:t>
            </w:r>
            <w:r w:rsidR="00E51499" w:rsidRPr="00E51499">
              <w:t xml:space="preserve"> forest roading operational plan</w:t>
            </w:r>
            <w:r w:rsidRPr="003114D7">
              <w:t>.</w:t>
            </w:r>
          </w:p>
          <w:p w14:paraId="4D41950D" w14:textId="77777777" w:rsidR="00232350" w:rsidRPr="003114D7" w:rsidRDefault="00232350">
            <w:pPr>
              <w:pStyle w:val="SIText"/>
            </w:pPr>
          </w:p>
          <w:p w14:paraId="408D4094" w14:textId="20FDBB60" w:rsidR="003114D7" w:rsidRPr="003114D7" w:rsidRDefault="00232350">
            <w:pPr>
              <w:pStyle w:val="SIText"/>
            </w:pPr>
            <w:r w:rsidRPr="003114D7">
              <w:t xml:space="preserve">The unit applies to </w:t>
            </w:r>
            <w:r w:rsidR="003114D7" w:rsidRPr="003114D7">
              <w:t xml:space="preserve">individuals with responsibility for </w:t>
            </w:r>
            <w:r w:rsidR="003E185F" w:rsidRPr="003E185F">
              <w:t xml:space="preserve">the development and implementation </w:t>
            </w:r>
            <w:r w:rsidR="003E185F">
              <w:t>of</w:t>
            </w:r>
            <w:r w:rsidR="003E185F" w:rsidRPr="003E185F">
              <w:t xml:space="preserve"> forest roading operational plan</w:t>
            </w:r>
            <w:r w:rsidR="003E185F">
              <w:t>s.</w:t>
            </w:r>
          </w:p>
          <w:p w14:paraId="5FB026C2" w14:textId="77777777" w:rsidR="003114D7" w:rsidRPr="003114D7" w:rsidRDefault="003114D7">
            <w:pPr>
              <w:pStyle w:val="SIText"/>
            </w:pPr>
          </w:p>
          <w:p w14:paraId="08141C53" w14:textId="77777777" w:rsidR="003114D7" w:rsidRPr="00914FF4" w:rsidRDefault="003114D7" w:rsidP="00914F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914FF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914FF4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3267E01" w14:textId="77777777" w:rsidR="00232350" w:rsidRPr="003114D7" w:rsidRDefault="00232350">
            <w:pPr>
              <w:pStyle w:val="SIText"/>
            </w:pPr>
          </w:p>
          <w:p w14:paraId="034C6C33" w14:textId="410A17C9" w:rsidR="00EA2FCF" w:rsidRPr="000754EC" w:rsidRDefault="00232350">
            <w:pPr>
              <w:pStyle w:val="SIText"/>
            </w:pPr>
            <w:r w:rsidRPr="003114D7">
              <w:t>No licensing, legislative</w:t>
            </w:r>
            <w:r w:rsidR="003114D7" w:rsidRPr="003114D7">
              <w:t xml:space="preserve"> </w:t>
            </w:r>
            <w:r w:rsidRPr="003114D7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B3F3F8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23235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A653C05" w:rsidR="00232350" w:rsidRPr="00232350" w:rsidRDefault="00232350" w:rsidP="00232350">
            <w:pPr>
              <w:pStyle w:val="SIText"/>
            </w:pPr>
            <w:r w:rsidRPr="00232350">
              <w:t xml:space="preserve">1. </w:t>
            </w:r>
            <w:r w:rsidR="007227D4">
              <w:t xml:space="preserve">Prepare </w:t>
            </w:r>
            <w:r w:rsidR="00F412F8">
              <w:t xml:space="preserve">forest </w:t>
            </w:r>
            <w:r w:rsidRPr="00232350">
              <w:t>road</w:t>
            </w:r>
            <w:r w:rsidR="00F412F8">
              <w:t>ing</w:t>
            </w:r>
            <w:r w:rsidRPr="00232350">
              <w:t xml:space="preserve"> </w:t>
            </w:r>
            <w:r w:rsidR="00F412F8">
              <w:t>operational</w:t>
            </w:r>
            <w:r w:rsidR="007227D4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1DF96AF5" w14:textId="48BC8AD2" w:rsidR="00232350" w:rsidRPr="00232350" w:rsidRDefault="00232350" w:rsidP="00232350">
            <w:r w:rsidRPr="00232350">
              <w:t>1.1 Review forest management plan and requirements for roads</w:t>
            </w:r>
          </w:p>
          <w:p w14:paraId="04890882" w14:textId="51928F8C" w:rsidR="00232350" w:rsidRPr="00232350" w:rsidRDefault="00232350" w:rsidP="00232350">
            <w:r w:rsidRPr="00232350">
              <w:t xml:space="preserve">1.2 Obtain and assess logging and topography details </w:t>
            </w:r>
            <w:r w:rsidR="00F412F8">
              <w:t>and</w:t>
            </w:r>
            <w:r w:rsidRPr="00232350">
              <w:t xml:space="preserve"> environmental management </w:t>
            </w:r>
            <w:proofErr w:type="gramStart"/>
            <w:r w:rsidRPr="00232350">
              <w:t>considerations</w:t>
            </w:r>
            <w:proofErr w:type="gramEnd"/>
          </w:p>
          <w:p w14:paraId="18180BFE" w14:textId="7E99DC73" w:rsidR="00232350" w:rsidRPr="00232350" w:rsidRDefault="00232350" w:rsidP="00232350">
            <w:r w:rsidRPr="00232350">
              <w:t xml:space="preserve">1.3 Review road location, design and construction requirements and analyse costs, benefits and impact on the </w:t>
            </w:r>
            <w:proofErr w:type="gramStart"/>
            <w:r w:rsidRPr="00232350">
              <w:t>forest</w:t>
            </w:r>
            <w:proofErr w:type="gramEnd"/>
          </w:p>
          <w:p w14:paraId="6D90BB8E" w14:textId="6FAB2BE0" w:rsidR="00232350" w:rsidRPr="00232350" w:rsidRDefault="00232350" w:rsidP="00232350">
            <w:r w:rsidRPr="00232350">
              <w:t xml:space="preserve">1.4 Review timeframe for use of the road and </w:t>
            </w:r>
            <w:proofErr w:type="gramStart"/>
            <w:r w:rsidRPr="00232350">
              <w:t>likely weather</w:t>
            </w:r>
            <w:proofErr w:type="gramEnd"/>
            <w:r w:rsidRPr="00232350">
              <w:t xml:space="preserve"> conditions</w:t>
            </w:r>
          </w:p>
          <w:p w14:paraId="64781DD6" w14:textId="14BF1335" w:rsidR="00232350" w:rsidRPr="00232350" w:rsidRDefault="00232350" w:rsidP="00232350">
            <w:r w:rsidRPr="00232350">
              <w:t xml:space="preserve">1.5 Calculate and document timber extraction methods and storage requirements for roads, tracks, equipment placement, falling and recovery rates, and delivery </w:t>
            </w:r>
            <w:proofErr w:type="gramStart"/>
            <w:r w:rsidRPr="00232350">
              <w:t>schedules</w:t>
            </w:r>
            <w:proofErr w:type="gramEnd"/>
          </w:p>
          <w:p w14:paraId="6F1D8044" w14:textId="0150A236" w:rsidR="00232350" w:rsidRPr="00232350" w:rsidRDefault="00232350" w:rsidP="00232350">
            <w:r w:rsidRPr="00232350">
              <w:t xml:space="preserve">1.6 Consult with authorities and obtain approvals for road </w:t>
            </w:r>
            <w:proofErr w:type="gramStart"/>
            <w:r w:rsidRPr="00232350">
              <w:t>development</w:t>
            </w:r>
            <w:proofErr w:type="gramEnd"/>
          </w:p>
          <w:p w14:paraId="241753AD" w14:textId="38A30A7D" w:rsidR="00820B1A" w:rsidRPr="00820B1A" w:rsidRDefault="00232350" w:rsidP="00820B1A">
            <w:r w:rsidRPr="00232350">
              <w:t>1.7</w:t>
            </w:r>
            <w:r w:rsidR="00820B1A">
              <w:t xml:space="preserve"> </w:t>
            </w:r>
            <w:r w:rsidR="00820B1A" w:rsidRPr="00820B1A">
              <w:t xml:space="preserve">Liaise and seek support from senior personnel during preparation of plan, as </w:t>
            </w:r>
            <w:proofErr w:type="gramStart"/>
            <w:r w:rsidR="00820B1A" w:rsidRPr="00820B1A">
              <w:t>required</w:t>
            </w:r>
            <w:proofErr w:type="gramEnd"/>
          </w:p>
          <w:p w14:paraId="32E26583" w14:textId="6A06C32E" w:rsidR="00820B1A" w:rsidRPr="00820B1A" w:rsidRDefault="00820B1A" w:rsidP="00820B1A">
            <w:pPr>
              <w:pStyle w:val="SIText"/>
            </w:pPr>
            <w:r>
              <w:t>1</w:t>
            </w:r>
            <w:r w:rsidRPr="00820B1A">
              <w:t xml:space="preserve">.8 Produce draft plan according to workplace </w:t>
            </w:r>
            <w:proofErr w:type="gramStart"/>
            <w:r w:rsidRPr="00820B1A">
              <w:t>procedures</w:t>
            </w:r>
            <w:proofErr w:type="gramEnd"/>
          </w:p>
          <w:p w14:paraId="1696B99B" w14:textId="52A048EB" w:rsidR="00232350" w:rsidRPr="00232350" w:rsidRDefault="00820B1A" w:rsidP="00820B1A">
            <w:r>
              <w:t>1</w:t>
            </w:r>
            <w:r w:rsidRPr="00820B1A">
              <w:t>.9 Forward draft plan to appropriate personnel and confirm further actions</w:t>
            </w:r>
          </w:p>
        </w:tc>
      </w:tr>
      <w:tr w:rsidR="0023235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0AA21FD" w:rsidR="00232350" w:rsidRPr="00232350" w:rsidRDefault="00232350" w:rsidP="00232350">
            <w:pPr>
              <w:pStyle w:val="SIText"/>
            </w:pPr>
            <w:r w:rsidRPr="00232350">
              <w:t xml:space="preserve">2. </w:t>
            </w:r>
            <w:r w:rsidR="00820B1A">
              <w:t>Oversee implementation of</w:t>
            </w:r>
            <w:r w:rsidR="00820B1A" w:rsidRPr="00820B1A">
              <w:t xml:space="preserve"> forest roading operational plan</w:t>
            </w:r>
          </w:p>
        </w:tc>
        <w:tc>
          <w:tcPr>
            <w:tcW w:w="3604" w:type="pct"/>
            <w:shd w:val="clear" w:color="auto" w:fill="auto"/>
          </w:tcPr>
          <w:p w14:paraId="042E9E73" w14:textId="53F15441" w:rsidR="00232350" w:rsidRPr="00232350" w:rsidRDefault="00232350">
            <w:r w:rsidRPr="00232350">
              <w:t xml:space="preserve">2.1 Brief </w:t>
            </w:r>
            <w:r w:rsidR="00354008">
              <w:t xml:space="preserve">supervisors </w:t>
            </w:r>
            <w:r w:rsidRPr="00232350">
              <w:t>on road and track design and construction plan</w:t>
            </w:r>
            <w:r w:rsidR="0089276C">
              <w:t>s</w:t>
            </w:r>
          </w:p>
          <w:p w14:paraId="1A0EF325" w14:textId="0B89CAD6" w:rsidR="0089276C" w:rsidRDefault="00232350" w:rsidP="00232350">
            <w:r w:rsidRPr="00232350">
              <w:t>2.</w:t>
            </w:r>
            <w:r w:rsidR="0089276C">
              <w:t>2</w:t>
            </w:r>
            <w:r w:rsidRPr="00232350">
              <w:t xml:space="preserve"> Monitor </w:t>
            </w:r>
            <w:r w:rsidR="0089276C">
              <w:t xml:space="preserve">road </w:t>
            </w:r>
            <w:r w:rsidRPr="00232350">
              <w:t>construction</w:t>
            </w:r>
            <w:r w:rsidR="0089276C">
              <w:t xml:space="preserve"> and maintenance</w:t>
            </w:r>
            <w:r w:rsidRPr="00232350">
              <w:t xml:space="preserve"> </w:t>
            </w:r>
            <w:r w:rsidR="0089276C">
              <w:t>activities</w:t>
            </w:r>
          </w:p>
          <w:p w14:paraId="0B8156E8" w14:textId="4A5C3B86" w:rsidR="00232350" w:rsidRPr="00232350" w:rsidRDefault="0089276C" w:rsidP="00232350">
            <w:r>
              <w:t xml:space="preserve">2.3 </w:t>
            </w:r>
            <w:r w:rsidRPr="0089276C">
              <w:t xml:space="preserve">Maintain communication with </w:t>
            </w:r>
            <w:r w:rsidR="00354008">
              <w:t>supervisors</w:t>
            </w:r>
            <w:r w:rsidR="003114D7">
              <w:t xml:space="preserve">, </w:t>
            </w:r>
            <w:r w:rsidRPr="0089276C">
              <w:t xml:space="preserve">operational staff, clients and contractors throughout maintenance activities to ensure smooth </w:t>
            </w:r>
            <w:proofErr w:type="gramStart"/>
            <w:r w:rsidRPr="0089276C">
              <w:t>operations</w:t>
            </w:r>
            <w:proofErr w:type="gramEnd"/>
          </w:p>
          <w:p w14:paraId="49DFE6CB" w14:textId="4F645B32" w:rsidR="0089276C" w:rsidRDefault="00232350" w:rsidP="00232350">
            <w:pPr>
              <w:pStyle w:val="SIText"/>
            </w:pPr>
            <w:r w:rsidRPr="00232350">
              <w:t>2.</w:t>
            </w:r>
            <w:r w:rsidR="0089276C">
              <w:t>4</w:t>
            </w:r>
            <w:r w:rsidRPr="00232350">
              <w:t xml:space="preserve"> </w:t>
            </w:r>
            <w:r w:rsidR="0089276C" w:rsidRPr="0089276C">
              <w:t xml:space="preserve">Monitor </w:t>
            </w:r>
            <w:r w:rsidR="0089276C">
              <w:t xml:space="preserve">compliance with </w:t>
            </w:r>
            <w:r w:rsidR="0089276C" w:rsidRPr="0089276C">
              <w:t>environmental</w:t>
            </w:r>
            <w:r w:rsidR="0089276C">
              <w:t>, safety</w:t>
            </w:r>
            <w:r w:rsidR="0089276C" w:rsidRPr="0089276C">
              <w:t xml:space="preserve"> </w:t>
            </w:r>
            <w:r w:rsidR="0089276C">
              <w:t>and quality standards</w:t>
            </w:r>
          </w:p>
          <w:p w14:paraId="48887970" w14:textId="77C26120" w:rsidR="0089276C" w:rsidRDefault="0089276C" w:rsidP="00232350">
            <w:pPr>
              <w:pStyle w:val="SIText"/>
            </w:pPr>
            <w:r>
              <w:t xml:space="preserve">2.5 </w:t>
            </w:r>
            <w:r w:rsidRPr="0089276C">
              <w:t xml:space="preserve">Check that performance indicators, targets and specifications are being met and that process or methods are amended as </w:t>
            </w:r>
            <w:proofErr w:type="gramStart"/>
            <w:r w:rsidRPr="0089276C">
              <w:t>required</w:t>
            </w:r>
            <w:proofErr w:type="gramEnd"/>
          </w:p>
          <w:p w14:paraId="6BB72E57" w14:textId="580B6CFF" w:rsidR="00232350" w:rsidRPr="00232350" w:rsidRDefault="0089276C" w:rsidP="00232350">
            <w:pPr>
              <w:pStyle w:val="SIText"/>
            </w:pPr>
            <w:r>
              <w:t xml:space="preserve">2.6 </w:t>
            </w:r>
            <w:r w:rsidR="00232350" w:rsidRPr="00232350">
              <w:t xml:space="preserve">Provide technical </w:t>
            </w:r>
            <w:proofErr w:type="gramStart"/>
            <w:r w:rsidR="00232350" w:rsidRPr="00232350">
              <w:t>assistance</w:t>
            </w:r>
            <w:proofErr w:type="gramEnd"/>
            <w:r w:rsidR="00232350" w:rsidRPr="00232350">
              <w:t xml:space="preserve"> to site personnel in preparing </w:t>
            </w:r>
            <w:r>
              <w:t xml:space="preserve">and maintaining </w:t>
            </w:r>
            <w:r w:rsidR="00232350" w:rsidRPr="00232350">
              <w:t>roads and tracks</w:t>
            </w:r>
          </w:p>
        </w:tc>
      </w:tr>
      <w:tr w:rsidR="00232350" w:rsidRPr="00963A46" w14:paraId="6EF1B2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12CAD" w14:textId="54E0D866" w:rsidR="00232350" w:rsidRPr="00232350" w:rsidRDefault="003114D7" w:rsidP="00232350">
            <w:pPr>
              <w:pStyle w:val="SIText"/>
            </w:pPr>
            <w:r>
              <w:t>3</w:t>
            </w:r>
            <w:r w:rsidR="00232350" w:rsidRPr="00232350">
              <w:t xml:space="preserve">. </w:t>
            </w:r>
            <w:r w:rsidR="0089276C">
              <w:t>R</w:t>
            </w:r>
            <w:r w:rsidR="00232350" w:rsidRPr="00232350">
              <w:t xml:space="preserve">eview </w:t>
            </w:r>
            <w:r>
              <w:t xml:space="preserve">and report on </w:t>
            </w:r>
            <w:r w:rsidR="00641E2F">
              <w:t xml:space="preserve">implementation of </w:t>
            </w:r>
            <w:r w:rsidR="00232350" w:rsidRPr="00232350">
              <w:t>road construction and maintenance</w:t>
            </w:r>
            <w:r w:rsidR="00641E2F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16854477" w14:textId="68DA4974" w:rsidR="00232350" w:rsidRPr="00232350" w:rsidRDefault="003114D7" w:rsidP="00232350">
            <w:r>
              <w:t>3</w:t>
            </w:r>
            <w:r w:rsidR="00232350" w:rsidRPr="00232350">
              <w:t>.</w:t>
            </w:r>
            <w:r w:rsidR="0089276C">
              <w:t>1</w:t>
            </w:r>
            <w:r w:rsidR="00232350" w:rsidRPr="00232350">
              <w:t xml:space="preserve"> Analyse data and documentation from construction or maintenance activities and measure performance against </w:t>
            </w:r>
            <w:r w:rsidR="00B65BD7" w:rsidRPr="00B65BD7">
              <w:t xml:space="preserve">forest roading operational </w:t>
            </w:r>
            <w:proofErr w:type="gramStart"/>
            <w:r w:rsidR="00B65BD7" w:rsidRPr="00B65BD7">
              <w:t>plan</w:t>
            </w:r>
            <w:proofErr w:type="gramEnd"/>
          </w:p>
          <w:p w14:paraId="11A03E0F" w14:textId="0E279BDD" w:rsidR="00232350" w:rsidRPr="00232350" w:rsidRDefault="003114D7" w:rsidP="00232350">
            <w:r>
              <w:t>3</w:t>
            </w:r>
            <w:r w:rsidR="00232350" w:rsidRPr="00232350">
              <w:t>.</w:t>
            </w:r>
            <w:r w:rsidR="0089276C">
              <w:t>2</w:t>
            </w:r>
            <w:r w:rsidR="00232350" w:rsidRPr="00232350">
              <w:t xml:space="preserve"> </w:t>
            </w:r>
            <w:r>
              <w:t>Make</w:t>
            </w:r>
            <w:r w:rsidRPr="00232350">
              <w:t xml:space="preserve"> </w:t>
            </w:r>
            <w:r w:rsidR="00232350" w:rsidRPr="00232350">
              <w:t xml:space="preserve">recommendations for improvements and further </w:t>
            </w:r>
            <w:proofErr w:type="gramStart"/>
            <w:r w:rsidR="00232350" w:rsidRPr="00232350">
              <w:t>work</w:t>
            </w:r>
            <w:proofErr w:type="gramEnd"/>
          </w:p>
          <w:p w14:paraId="62ABABFB" w14:textId="4AE713B9" w:rsidR="00232350" w:rsidRPr="00232350" w:rsidRDefault="003114D7" w:rsidP="00232350">
            <w:r>
              <w:t>3</w:t>
            </w:r>
            <w:r w:rsidR="00232350" w:rsidRPr="00232350">
              <w:t>.</w:t>
            </w:r>
            <w:r w:rsidR="0089276C">
              <w:t>3</w:t>
            </w:r>
            <w:r w:rsidR="00232350" w:rsidRPr="00232350">
              <w:t xml:space="preserve"> </w:t>
            </w:r>
            <w:r>
              <w:t>Prepare r</w:t>
            </w:r>
            <w:r w:rsidR="00232350" w:rsidRPr="00232350">
              <w:t>eport</w:t>
            </w:r>
            <w:r>
              <w:t>s</w:t>
            </w:r>
            <w:r w:rsidR="00232350" w:rsidRPr="00232350">
              <w:t xml:space="preserve"> on </w:t>
            </w:r>
            <w:r w:rsidR="00641E2F">
              <w:t xml:space="preserve">implementation of </w:t>
            </w:r>
            <w:r w:rsidR="00232350" w:rsidRPr="00232350">
              <w:t>road construction and maintenance</w:t>
            </w:r>
            <w:r w:rsidR="00641E2F">
              <w:t xml:space="preserve"> plan</w:t>
            </w:r>
            <w:r>
              <w:t xml:space="preserve"> 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14D7" w:rsidRPr="00336FCA" w:rsidDel="00423CB2" w14:paraId="46E00C73" w14:textId="77777777" w:rsidTr="00CA2922">
        <w:tc>
          <w:tcPr>
            <w:tcW w:w="1396" w:type="pct"/>
          </w:tcPr>
          <w:p w14:paraId="74409C02" w14:textId="4B49EFD3" w:rsidR="003114D7" w:rsidRPr="003114D7" w:rsidRDefault="003114D7" w:rsidP="003114D7">
            <w:pPr>
              <w:pStyle w:val="SIText"/>
              <w:rPr>
                <w:rStyle w:val="SITemporaryText-red"/>
              </w:rPr>
            </w:pPr>
            <w:r w:rsidRPr="003114D7">
              <w:t xml:space="preserve">Reading </w:t>
            </w:r>
          </w:p>
        </w:tc>
        <w:tc>
          <w:tcPr>
            <w:tcW w:w="3604" w:type="pct"/>
          </w:tcPr>
          <w:p w14:paraId="6DADFD6C" w14:textId="59F9A88C" w:rsidR="003114D7" w:rsidRPr="00914FF4" w:rsidRDefault="00914FF4" w:rsidP="00914F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14FF4">
              <w:t>E</w:t>
            </w:r>
            <w:r w:rsidR="003114D7" w:rsidRPr="00914FF4">
              <w:t xml:space="preserve">xtract information from industry guides and standard references </w:t>
            </w:r>
          </w:p>
        </w:tc>
      </w:tr>
      <w:tr w:rsidR="003114D7" w:rsidRPr="00336FCA" w:rsidDel="00423CB2" w14:paraId="1263DCC8" w14:textId="77777777" w:rsidTr="00CA2922">
        <w:tc>
          <w:tcPr>
            <w:tcW w:w="1396" w:type="pct"/>
          </w:tcPr>
          <w:p w14:paraId="066920BD" w14:textId="1C19A10D" w:rsidR="003114D7" w:rsidRPr="003114D7" w:rsidRDefault="003114D7" w:rsidP="003114D7">
            <w:pPr>
              <w:pStyle w:val="SIText"/>
            </w:pPr>
            <w:r w:rsidRPr="003114D7">
              <w:t xml:space="preserve">Writing </w:t>
            </w:r>
          </w:p>
        </w:tc>
        <w:tc>
          <w:tcPr>
            <w:tcW w:w="3604" w:type="pct"/>
          </w:tcPr>
          <w:p w14:paraId="0A199488" w14:textId="4BFED94A" w:rsidR="003114D7" w:rsidRPr="00914FF4" w:rsidRDefault="00914FF4" w:rsidP="00914FF4">
            <w:pPr>
              <w:pStyle w:val="SIBulletList1"/>
            </w:pPr>
            <w:r w:rsidRPr="00914FF4">
              <w:t>C</w:t>
            </w:r>
            <w:r w:rsidR="003114D7" w:rsidRPr="00914FF4">
              <w:t xml:space="preserve">omplete </w:t>
            </w:r>
            <w:r w:rsidR="007227D4" w:rsidRPr="00914FF4">
              <w:t>detailed written report</w:t>
            </w:r>
            <w:r w:rsidR="0038126D" w:rsidRPr="00914FF4">
              <w:t>s</w:t>
            </w:r>
            <w:r w:rsidR="007227D4" w:rsidRPr="00914FF4">
              <w:t xml:space="preserve"> on progress against road construction and maintenance plan</w:t>
            </w:r>
          </w:p>
        </w:tc>
      </w:tr>
      <w:tr w:rsidR="00914FF4" w:rsidRPr="00336FCA" w:rsidDel="00423CB2" w14:paraId="331974F8" w14:textId="77777777" w:rsidTr="00CA2922">
        <w:tc>
          <w:tcPr>
            <w:tcW w:w="1396" w:type="pct"/>
          </w:tcPr>
          <w:p w14:paraId="383073FD" w14:textId="0C54FAC5" w:rsidR="00914FF4" w:rsidRPr="003114D7" w:rsidRDefault="00914FF4" w:rsidP="00914FF4">
            <w:pPr>
              <w:pStyle w:val="SIText"/>
            </w:pPr>
            <w:r w:rsidRPr="00232350">
              <w:t xml:space="preserve">Oral communication </w:t>
            </w:r>
          </w:p>
        </w:tc>
        <w:tc>
          <w:tcPr>
            <w:tcW w:w="3604" w:type="pct"/>
          </w:tcPr>
          <w:p w14:paraId="33251C0D" w14:textId="3BEA17CC" w:rsidR="00914FF4" w:rsidRPr="00914FF4" w:rsidRDefault="00914FF4" w:rsidP="00914FF4">
            <w:pPr>
              <w:pStyle w:val="SIBulletList1"/>
            </w:pPr>
            <w:r w:rsidRPr="00914FF4">
              <w:t>A</w:t>
            </w:r>
            <w:r w:rsidRPr="00914FF4">
              <w:t xml:space="preserve">sk open and closed questions and use active listening techniques to clarify road construction and maintenance </w:t>
            </w:r>
            <w:proofErr w:type="gramStart"/>
            <w:r w:rsidRPr="00914FF4">
              <w:t>requirements</w:t>
            </w:r>
            <w:proofErr w:type="gramEnd"/>
          </w:p>
          <w:p w14:paraId="35DE7ACA" w14:textId="72BA08C8" w:rsidR="00914FF4" w:rsidRPr="00914FF4" w:rsidRDefault="00914FF4" w:rsidP="00914FF4">
            <w:pPr>
              <w:pStyle w:val="SIBulletList1"/>
            </w:pPr>
            <w:r w:rsidRPr="00914FF4">
              <w:t>E</w:t>
            </w:r>
            <w:r w:rsidRPr="00914FF4">
              <w:t xml:space="preserve">ngage with and influence stakeholders on matters related to road construction and maintenance </w:t>
            </w:r>
          </w:p>
        </w:tc>
      </w:tr>
      <w:tr w:rsidR="00914FF4" w:rsidRPr="00336FCA" w:rsidDel="00423CB2" w14:paraId="5BDAA23E" w14:textId="77777777" w:rsidTr="00CA2922">
        <w:tc>
          <w:tcPr>
            <w:tcW w:w="1396" w:type="pct"/>
          </w:tcPr>
          <w:p w14:paraId="3AAC0E9B" w14:textId="390153AA" w:rsidR="00914FF4" w:rsidRPr="003114D7" w:rsidRDefault="00914FF4" w:rsidP="00914FF4">
            <w:pPr>
              <w:pStyle w:val="SIText"/>
            </w:pPr>
            <w:r w:rsidRPr="00232350">
              <w:t>Numeracy</w:t>
            </w:r>
          </w:p>
        </w:tc>
        <w:tc>
          <w:tcPr>
            <w:tcW w:w="3604" w:type="pct"/>
          </w:tcPr>
          <w:p w14:paraId="02F37BCD" w14:textId="3EB1C852" w:rsidR="00914FF4" w:rsidRPr="00914FF4" w:rsidRDefault="00914FF4" w:rsidP="00914FF4">
            <w:pPr>
              <w:pStyle w:val="SIBulletList1"/>
              <w:rPr>
                <w:rFonts w:eastAsia="Calibri"/>
              </w:rPr>
            </w:pPr>
            <w:r w:rsidRPr="00914FF4">
              <w:t>P</w:t>
            </w:r>
            <w:r w:rsidRPr="00914FF4">
              <w:t xml:space="preserve">erform complex calculations related to road construction cost, earthworks, clearing, surveying and </w:t>
            </w:r>
            <w:proofErr w:type="gramStart"/>
            <w:r w:rsidRPr="00914FF4">
              <w:t>drainage</w:t>
            </w:r>
            <w:proofErr w:type="gramEnd"/>
          </w:p>
          <w:p w14:paraId="75B92C05" w14:textId="61B0C5E8" w:rsidR="00914FF4" w:rsidRPr="00914FF4" w:rsidRDefault="00914FF4" w:rsidP="00914FF4">
            <w:pPr>
              <w:pStyle w:val="SIBulletList1"/>
            </w:pPr>
            <w:r w:rsidRPr="00914FF4">
              <w:rPr>
                <w:rStyle w:val="SITemporaryText-red"/>
                <w:color w:val="auto"/>
                <w:sz w:val="20"/>
              </w:rPr>
              <w:t>I</w:t>
            </w:r>
            <w:r w:rsidRPr="00914FF4">
              <w:rPr>
                <w:rStyle w:val="SITemporaryText-red"/>
                <w:color w:val="auto"/>
                <w:sz w:val="20"/>
              </w:rPr>
              <w:t xml:space="preserve">nterpret statistics and graphical information on production, </w:t>
            </w:r>
            <w:proofErr w:type="gramStart"/>
            <w:r w:rsidRPr="00914FF4">
              <w:rPr>
                <w:rStyle w:val="SITemporaryText-red"/>
                <w:color w:val="auto"/>
                <w:sz w:val="20"/>
              </w:rPr>
              <w:t>safety</w:t>
            </w:r>
            <w:proofErr w:type="gramEnd"/>
            <w:r w:rsidRPr="00914FF4">
              <w:rPr>
                <w:rStyle w:val="SITemporaryText-red"/>
                <w:color w:val="auto"/>
                <w:sz w:val="20"/>
              </w:rPr>
              <w:t xml:space="preserve"> and quality indicators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0438D318" w:rsidR="00DA54B5" w:rsidRPr="00E01374" w:rsidRDefault="007227D4" w:rsidP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1374">
              <w:t>FWPFGM</w:t>
            </w:r>
            <w:r w:rsidR="006A2E35" w:rsidRPr="00E01374">
              <w:t>5</w:t>
            </w:r>
            <w:r w:rsidRPr="00E01374">
              <w:t xml:space="preserve">XXX </w:t>
            </w:r>
            <w:r w:rsidR="00363018" w:rsidRPr="00E01374">
              <w:t>Contribute to and implement a forest roading operational plan</w:t>
            </w:r>
          </w:p>
        </w:tc>
        <w:tc>
          <w:tcPr>
            <w:tcW w:w="1105" w:type="pct"/>
          </w:tcPr>
          <w:p w14:paraId="2293AA64" w14:textId="042CCE8D" w:rsidR="00DA54B5" w:rsidRPr="00E01374" w:rsidRDefault="007227D4" w:rsidP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1374">
              <w:t>FWPFGM5208 Manage road construction and maintenance</w:t>
            </w:r>
          </w:p>
        </w:tc>
        <w:tc>
          <w:tcPr>
            <w:tcW w:w="1251" w:type="pct"/>
          </w:tcPr>
          <w:p w14:paraId="7D3C4B75" w14:textId="360EDA44" w:rsidR="00DA54B5" w:rsidRPr="00E01374" w:rsidRDefault="0075492D" w:rsidP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1374">
              <w:rPr>
                <w:rStyle w:val="SITemporaryText-red"/>
                <w:color w:val="auto"/>
                <w:sz w:val="20"/>
              </w:rPr>
              <w:t>Redeveloped unit</w:t>
            </w:r>
          </w:p>
        </w:tc>
        <w:tc>
          <w:tcPr>
            <w:tcW w:w="1616" w:type="pct"/>
          </w:tcPr>
          <w:p w14:paraId="76E3432F" w14:textId="08D5F4AF" w:rsidR="00DA54B5" w:rsidRPr="00E01374" w:rsidRDefault="00363018" w:rsidP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1374">
              <w:rPr>
                <w:rStyle w:val="SITemporaryText-red"/>
                <w:color w:val="auto"/>
                <w:sz w:val="20"/>
              </w:rPr>
              <w:t>Not e</w:t>
            </w:r>
            <w:r w:rsidR="00DA54B5" w:rsidRPr="00E01374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18287B77" w:rsidR="00DA54B5" w:rsidRPr="00E01374" w:rsidRDefault="00DA54B5" w:rsidP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7F4CC6EC" w:rsidR="00E01374" w:rsidRDefault="00E01374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D14D35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227D4" w:rsidRPr="00232350">
              <w:t>FWPFGM</w:t>
            </w:r>
            <w:r w:rsidR="00E01374">
              <w:t>5</w:t>
            </w:r>
            <w:r w:rsidR="007227D4">
              <w:t>XXX</w:t>
            </w:r>
            <w:r w:rsidR="007227D4" w:rsidRPr="00232350">
              <w:t xml:space="preserve"> </w:t>
            </w:r>
            <w:r w:rsidR="0097416E" w:rsidRPr="0097416E">
              <w:t>Contribute to and implement a forest roading operational plan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2FC1DF2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914FF4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914FF4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D15C459" w14:textId="77777777" w:rsidR="00E01374" w:rsidRPr="00914FF4" w:rsidRDefault="00E013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219FAF5A" w:rsidR="00DA54B5" w:rsidRPr="00914FF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3280DCC8" w14:textId="7495FDD8" w:rsidR="00641E2F" w:rsidRPr="00914FF4" w:rsidRDefault="00641E2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14FF4">
              <w:rPr>
                <w:rStyle w:val="SITemporaryText-red"/>
                <w:rFonts w:eastAsia="Calibri"/>
                <w:color w:val="auto"/>
                <w:sz w:val="20"/>
              </w:rPr>
              <w:t xml:space="preserve">developed one </w:t>
            </w:r>
            <w:r w:rsidR="0097416E" w:rsidRPr="0097416E">
              <w:t xml:space="preserve">forest roading operational </w:t>
            </w:r>
            <w:proofErr w:type="gramStart"/>
            <w:r w:rsidR="0097416E" w:rsidRPr="0097416E">
              <w:t>plan</w:t>
            </w:r>
            <w:proofErr w:type="gramEnd"/>
            <w:r w:rsidR="0097416E" w:rsidRPr="0097416E" w:rsidDel="0097416E">
              <w:rPr>
                <w:rStyle w:val="SITemporaryText-red"/>
                <w:rFonts w:eastAsia="Calibri"/>
              </w:rPr>
              <w:t xml:space="preserve"> </w:t>
            </w:r>
          </w:p>
          <w:p w14:paraId="1C00ED7A" w14:textId="6F425DCF" w:rsidR="00641E2F" w:rsidRPr="00461045" w:rsidRDefault="00641E2F">
            <w:pPr>
              <w:pStyle w:val="SIBulletList1"/>
            </w:pPr>
            <w:r w:rsidRPr="00461045">
              <w:t xml:space="preserve">overseen road construction and maintenance activities based on the </w:t>
            </w:r>
            <w:r w:rsidR="0097416E" w:rsidRPr="0097416E">
              <w:t xml:space="preserve">forest roading operational </w:t>
            </w:r>
            <w:proofErr w:type="gramStart"/>
            <w:r w:rsidR="0097416E" w:rsidRPr="0097416E">
              <w:t>plan</w:t>
            </w:r>
            <w:proofErr w:type="gramEnd"/>
          </w:p>
          <w:p w14:paraId="3F4E2EAA" w14:textId="571A78DA" w:rsidR="00556C4C" w:rsidRPr="000754EC" w:rsidRDefault="00641E2F">
            <w:pPr>
              <w:pStyle w:val="SIBulletList1"/>
            </w:pPr>
            <w:r w:rsidRPr="00461045">
              <w:t xml:space="preserve">reviewed and reported on implementation of the </w:t>
            </w:r>
            <w:r w:rsidR="0097416E" w:rsidRPr="0097416E">
              <w:t>forest roading operational plan</w:t>
            </w:r>
            <w:r w:rsidR="00E0137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14FF4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BFDC63C" w14:textId="3D804AC7" w:rsidR="00232350" w:rsidRPr="00461045" w:rsidRDefault="00641E2F">
            <w:pPr>
              <w:pStyle w:val="SIBulletList1"/>
            </w:pPr>
            <w:r w:rsidRPr="00914FF4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232350" w:rsidRPr="00461045">
              <w:t xml:space="preserve"> policies and procedures for managing road construction and </w:t>
            </w:r>
            <w:proofErr w:type="gramStart"/>
            <w:r w:rsidR="00232350" w:rsidRPr="00461045">
              <w:t>maintenance</w:t>
            </w:r>
            <w:proofErr w:type="gramEnd"/>
          </w:p>
          <w:p w14:paraId="21AAA006" w14:textId="77777777" w:rsidR="00232350" w:rsidRPr="00461045" w:rsidRDefault="00232350">
            <w:pPr>
              <w:pStyle w:val="SIBulletList1"/>
            </w:pPr>
            <w:r w:rsidRPr="00461045">
              <w:t>environmental risks and hazards associated with road construction</w:t>
            </w:r>
          </w:p>
          <w:p w14:paraId="29C9D0CF" w14:textId="0045B471" w:rsidR="00232350" w:rsidRPr="00461045" w:rsidRDefault="00232350">
            <w:pPr>
              <w:pStyle w:val="SIBulletList1"/>
            </w:pPr>
            <w:r w:rsidRPr="00461045">
              <w:t>materials used for road construction and their properties</w:t>
            </w:r>
            <w:r w:rsidR="00B01392">
              <w:t>,</w:t>
            </w:r>
            <w:r w:rsidRPr="00461045">
              <w:t xml:space="preserve"> including:</w:t>
            </w:r>
          </w:p>
          <w:p w14:paraId="3E5C6BBE" w14:textId="77777777" w:rsidR="00232350" w:rsidRPr="00232350" w:rsidRDefault="00232350" w:rsidP="00232350">
            <w:pPr>
              <w:pStyle w:val="SIBulletList2"/>
            </w:pPr>
            <w:r w:rsidRPr="00232350">
              <w:t>road base</w:t>
            </w:r>
          </w:p>
          <w:p w14:paraId="7A9E29FE" w14:textId="77777777" w:rsidR="00232350" w:rsidRPr="00232350" w:rsidRDefault="00232350" w:rsidP="00232350">
            <w:pPr>
              <w:pStyle w:val="SIBulletList2"/>
            </w:pPr>
            <w:r w:rsidRPr="00232350">
              <w:t>gravel</w:t>
            </w:r>
          </w:p>
          <w:p w14:paraId="20BDEA8A" w14:textId="77777777" w:rsidR="00232350" w:rsidRPr="00232350" w:rsidRDefault="00232350" w:rsidP="00232350">
            <w:pPr>
              <w:pStyle w:val="SIBulletList2"/>
            </w:pPr>
            <w:r w:rsidRPr="00232350">
              <w:t>crushed rock</w:t>
            </w:r>
          </w:p>
          <w:p w14:paraId="30DB6DF3" w14:textId="77777777" w:rsidR="00232350" w:rsidRPr="00232350" w:rsidRDefault="00232350" w:rsidP="00232350">
            <w:pPr>
              <w:pStyle w:val="SIBulletList2"/>
            </w:pPr>
            <w:r w:rsidRPr="00232350">
              <w:t>sand and bluestone</w:t>
            </w:r>
          </w:p>
          <w:p w14:paraId="6D15D77F" w14:textId="77777777" w:rsidR="00232350" w:rsidRPr="00232350" w:rsidRDefault="00232350" w:rsidP="00232350">
            <w:pPr>
              <w:pStyle w:val="SIBulletList2"/>
            </w:pPr>
            <w:r w:rsidRPr="00232350">
              <w:t>cords and pipes for water crossings</w:t>
            </w:r>
          </w:p>
          <w:p w14:paraId="79F90344" w14:textId="77777777" w:rsidR="00232350" w:rsidRPr="00232350" w:rsidRDefault="00232350" w:rsidP="00232350">
            <w:pPr>
              <w:pStyle w:val="SIBulletList1"/>
            </w:pPr>
            <w:r w:rsidRPr="00232350">
              <w:t>logging operations and log extraction methods</w:t>
            </w:r>
          </w:p>
          <w:p w14:paraId="60FF49B4" w14:textId="77777777" w:rsidR="00232350" w:rsidRPr="00232350" w:rsidRDefault="00232350" w:rsidP="00232350">
            <w:pPr>
              <w:pStyle w:val="SIBulletList1"/>
            </w:pPr>
            <w:r w:rsidRPr="00232350">
              <w:t>road construction and maintenance procedures</w:t>
            </w:r>
          </w:p>
          <w:p w14:paraId="3CBB5DED" w14:textId="77777777" w:rsidR="00232350" w:rsidRPr="00232350" w:rsidRDefault="00232350" w:rsidP="00232350">
            <w:pPr>
              <w:pStyle w:val="SIBulletList1"/>
            </w:pPr>
            <w:r w:rsidRPr="00232350">
              <w:t>principles of road design and development, including:</w:t>
            </w:r>
          </w:p>
          <w:p w14:paraId="7B0F1746" w14:textId="77777777" w:rsidR="00232350" w:rsidRPr="00232350" w:rsidRDefault="00232350" w:rsidP="00232350">
            <w:pPr>
              <w:pStyle w:val="SIBulletList2"/>
            </w:pPr>
            <w:r w:rsidRPr="00232350">
              <w:t>control points</w:t>
            </w:r>
          </w:p>
          <w:p w14:paraId="0CFCD1E4" w14:textId="77777777" w:rsidR="00232350" w:rsidRPr="00232350" w:rsidRDefault="00232350" w:rsidP="00232350">
            <w:pPr>
              <w:pStyle w:val="SIBulletList2"/>
            </w:pPr>
            <w:r w:rsidRPr="00232350">
              <w:t>required grades</w:t>
            </w:r>
          </w:p>
          <w:p w14:paraId="5A0CDC3D" w14:textId="77777777" w:rsidR="00232350" w:rsidRPr="00232350" w:rsidRDefault="00232350" w:rsidP="00232350">
            <w:pPr>
              <w:pStyle w:val="SIBulletList2"/>
            </w:pPr>
            <w:r w:rsidRPr="00232350">
              <w:t>water crossing points and structures</w:t>
            </w:r>
          </w:p>
          <w:p w14:paraId="594042BC" w14:textId="0550CCC6" w:rsidR="00F1480E" w:rsidRPr="000754EC" w:rsidRDefault="00232350" w:rsidP="00232350">
            <w:pPr>
              <w:pStyle w:val="SIBulletList1"/>
            </w:pPr>
            <w:r w:rsidRPr="00232350">
              <w:t>types of tools, plant and equipment used for road construction and procedures for their safe use and maintenance.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09C644DE" w14:textId="77777777" w:rsidR="00641E2F" w:rsidRPr="00914FF4" w:rsidRDefault="00641E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64CC0A8" w14:textId="77777777" w:rsidR="00641E2F" w:rsidRPr="00B01392" w:rsidRDefault="00641E2F" w:rsidP="00B0139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0139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987B5DD" w14:textId="0D27F61F" w:rsidR="00641E2F" w:rsidRPr="00914FF4" w:rsidRDefault="00641E2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14FF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914FF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0658A80B" w14:textId="77777777" w:rsidR="00641E2F" w:rsidRPr="00B01392" w:rsidRDefault="00641E2F" w:rsidP="00B0139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01392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B01392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B01392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A5437ED" w14:textId="3DCB46B1" w:rsidR="00641E2F" w:rsidRPr="00641E2F" w:rsidRDefault="00641E2F">
            <w:pPr>
              <w:pStyle w:val="SIBulletList2"/>
            </w:pPr>
            <w:r w:rsidRPr="00641E2F">
              <w:t xml:space="preserve">a section of native forest or plantation </w:t>
            </w:r>
            <w:r w:rsidR="00354008">
              <w:t>for</w:t>
            </w:r>
            <w:r>
              <w:t xml:space="preserve"> road construction or maintenance</w:t>
            </w:r>
          </w:p>
          <w:p w14:paraId="6BF26AFE" w14:textId="77777777" w:rsidR="00641E2F" w:rsidRPr="00B01392" w:rsidRDefault="00641E2F" w:rsidP="00B0139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0139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3FA537" w14:textId="77777777" w:rsidR="00B01392" w:rsidRPr="00B01392" w:rsidRDefault="00B01392" w:rsidP="00B01392">
            <w:pPr>
              <w:pStyle w:val="SIBulletList2"/>
            </w:pPr>
            <w:r w:rsidRPr="00641E2F">
              <w:t xml:space="preserve">maps, plans, </w:t>
            </w:r>
            <w:proofErr w:type="gramStart"/>
            <w:r w:rsidRPr="00641E2F">
              <w:t>regulations</w:t>
            </w:r>
            <w:proofErr w:type="gramEnd"/>
            <w:r w:rsidRPr="00641E2F">
              <w:t xml:space="preserve"> and other documentation relevant to the construction</w:t>
            </w:r>
            <w:r w:rsidRPr="00B01392">
              <w:t xml:space="preserve"> and maintenance of roads in a forestry setting</w:t>
            </w:r>
          </w:p>
          <w:p w14:paraId="5E1F4109" w14:textId="5CBE8FD2" w:rsidR="00641E2F" w:rsidRPr="00641E2F" w:rsidRDefault="006B6155" w:rsidP="002C7924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641E2F" w:rsidRPr="00641E2F">
              <w:t>applicable to road construction and maintenance</w:t>
            </w:r>
          </w:p>
          <w:p w14:paraId="700ED906" w14:textId="7241EC0B" w:rsidR="00641E2F" w:rsidRDefault="00641E2F" w:rsidP="00641E2F">
            <w:pPr>
              <w:pStyle w:val="SIBulletList2"/>
            </w:pPr>
            <w:r w:rsidRPr="00641E2F">
              <w:t>workplace policies and procedures relevant to managing road construction and maintenance</w:t>
            </w:r>
            <w:r w:rsidR="000C0EBC">
              <w:t>.</w:t>
            </w:r>
          </w:p>
          <w:p w14:paraId="66094E44" w14:textId="77777777" w:rsidR="000C0EBC" w:rsidRPr="00641E2F" w:rsidRDefault="000C0EBC" w:rsidP="006B615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12EA62C0" w:rsidR="00DA54B5" w:rsidRPr="00DD3C1C" w:rsidRDefault="00641E2F" w:rsidP="006B6155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6B615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2C111" w14:textId="77777777" w:rsidR="006643EC" w:rsidRDefault="006643EC" w:rsidP="00BF3F0A">
      <w:r>
        <w:separator/>
      </w:r>
    </w:p>
    <w:p w14:paraId="65056CC2" w14:textId="77777777" w:rsidR="006643EC" w:rsidRDefault="006643EC"/>
  </w:endnote>
  <w:endnote w:type="continuationSeparator" w:id="0">
    <w:p w14:paraId="1D2D857D" w14:textId="77777777" w:rsidR="006643EC" w:rsidRDefault="006643EC" w:rsidP="00BF3F0A">
      <w:r>
        <w:continuationSeparator/>
      </w:r>
    </w:p>
    <w:p w14:paraId="7666DE74" w14:textId="77777777" w:rsidR="006643EC" w:rsidRDefault="00664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5B1D" w14:textId="77777777" w:rsidR="00BF0480" w:rsidRDefault="00BF04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F7F4" w14:textId="77777777" w:rsidR="00BF0480" w:rsidRDefault="00BF04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5C9D3" w14:textId="77777777" w:rsidR="006643EC" w:rsidRDefault="006643EC" w:rsidP="00BF3F0A">
      <w:r>
        <w:separator/>
      </w:r>
    </w:p>
    <w:p w14:paraId="594C9CCF" w14:textId="77777777" w:rsidR="006643EC" w:rsidRDefault="006643EC"/>
  </w:footnote>
  <w:footnote w:type="continuationSeparator" w:id="0">
    <w:p w14:paraId="1186E0F9" w14:textId="77777777" w:rsidR="006643EC" w:rsidRDefault="006643EC" w:rsidP="00BF3F0A">
      <w:r>
        <w:continuationSeparator/>
      </w:r>
    </w:p>
    <w:p w14:paraId="7E717DB4" w14:textId="77777777" w:rsidR="006643EC" w:rsidRDefault="006643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6705" w14:textId="77777777" w:rsidR="00BF0480" w:rsidRDefault="00BF04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38B7222" w:rsidR="009C2650" w:rsidRPr="00232350" w:rsidRDefault="00354008" w:rsidP="00232350">
    <w:r w:rsidRPr="00232350">
      <w:t>FWPFGM</w:t>
    </w:r>
    <w:r w:rsidR="00914FF4">
      <w:t>5</w:t>
    </w:r>
    <w:r>
      <w:t>XXX</w:t>
    </w:r>
    <w:r w:rsidRPr="00232350">
      <w:t xml:space="preserve"> </w:t>
    </w:r>
    <w:r w:rsidR="00BF0480" w:rsidRPr="00BF0480">
      <w:t xml:space="preserve">Contribute to and implement a forest roading operational </w:t>
    </w:r>
    <w:proofErr w:type="gramStart"/>
    <w:r w:rsidR="00BF0480" w:rsidRPr="00BF0480">
      <w:t>plan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6E0D" w14:textId="77777777" w:rsidR="00BF0480" w:rsidRDefault="00BF04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82"/>
    <w:multiLevelType w:val="multilevel"/>
    <w:tmpl w:val="4B5C5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84293"/>
    <w:multiLevelType w:val="multilevel"/>
    <w:tmpl w:val="970C2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F3CBC"/>
    <w:multiLevelType w:val="multilevel"/>
    <w:tmpl w:val="925A2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94BE2"/>
    <w:multiLevelType w:val="multilevel"/>
    <w:tmpl w:val="BF3AC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74C8F"/>
    <w:multiLevelType w:val="multilevel"/>
    <w:tmpl w:val="9F448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767CB"/>
    <w:multiLevelType w:val="multilevel"/>
    <w:tmpl w:val="3592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8C46B3"/>
    <w:multiLevelType w:val="multilevel"/>
    <w:tmpl w:val="2404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907DC0"/>
    <w:multiLevelType w:val="multilevel"/>
    <w:tmpl w:val="F7EE0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86C06"/>
    <w:multiLevelType w:val="multilevel"/>
    <w:tmpl w:val="EEBAD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365261"/>
    <w:multiLevelType w:val="multilevel"/>
    <w:tmpl w:val="40C4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F24CA"/>
    <w:multiLevelType w:val="multilevel"/>
    <w:tmpl w:val="243A1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71C612C"/>
    <w:multiLevelType w:val="multilevel"/>
    <w:tmpl w:val="63FC1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396A4A"/>
    <w:multiLevelType w:val="multilevel"/>
    <w:tmpl w:val="C100A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5B07B9"/>
    <w:multiLevelType w:val="multilevel"/>
    <w:tmpl w:val="F01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D11517"/>
    <w:multiLevelType w:val="multilevel"/>
    <w:tmpl w:val="79CE4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33B61"/>
    <w:multiLevelType w:val="multilevel"/>
    <w:tmpl w:val="6F546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4A632FF"/>
    <w:multiLevelType w:val="multilevel"/>
    <w:tmpl w:val="2632A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2A1C4E"/>
    <w:multiLevelType w:val="multilevel"/>
    <w:tmpl w:val="057C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C0731"/>
    <w:multiLevelType w:val="multilevel"/>
    <w:tmpl w:val="1B027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E3223A"/>
    <w:multiLevelType w:val="multilevel"/>
    <w:tmpl w:val="9E360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923310"/>
    <w:multiLevelType w:val="multilevel"/>
    <w:tmpl w:val="58CCF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932F4A"/>
    <w:multiLevelType w:val="multilevel"/>
    <w:tmpl w:val="E6DE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691C73"/>
    <w:multiLevelType w:val="multilevel"/>
    <w:tmpl w:val="401C0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CB607D"/>
    <w:multiLevelType w:val="multilevel"/>
    <w:tmpl w:val="CD480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6420DA"/>
    <w:multiLevelType w:val="multilevel"/>
    <w:tmpl w:val="00C4B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7D4D16"/>
    <w:multiLevelType w:val="multilevel"/>
    <w:tmpl w:val="F8F8F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5"/>
  </w:num>
  <w:num w:numId="4">
    <w:abstractNumId w:val="9"/>
  </w:num>
  <w:num w:numId="5">
    <w:abstractNumId w:val="24"/>
  </w:num>
  <w:num w:numId="6">
    <w:abstractNumId w:val="1"/>
  </w:num>
  <w:num w:numId="7">
    <w:abstractNumId w:val="20"/>
  </w:num>
  <w:num w:numId="8">
    <w:abstractNumId w:val="10"/>
  </w:num>
  <w:num w:numId="9">
    <w:abstractNumId w:val="16"/>
  </w:num>
  <w:num w:numId="10">
    <w:abstractNumId w:val="22"/>
  </w:num>
  <w:num w:numId="11">
    <w:abstractNumId w:val="14"/>
  </w:num>
  <w:num w:numId="12">
    <w:abstractNumId w:val="5"/>
  </w:num>
  <w:num w:numId="13">
    <w:abstractNumId w:val="17"/>
  </w:num>
  <w:num w:numId="14">
    <w:abstractNumId w:val="11"/>
  </w:num>
  <w:num w:numId="15">
    <w:abstractNumId w:val="30"/>
  </w:num>
  <w:num w:numId="16">
    <w:abstractNumId w:val="21"/>
  </w:num>
  <w:num w:numId="17">
    <w:abstractNumId w:val="25"/>
  </w:num>
  <w:num w:numId="18">
    <w:abstractNumId w:val="3"/>
  </w:num>
  <w:num w:numId="19">
    <w:abstractNumId w:val="28"/>
  </w:num>
  <w:num w:numId="20">
    <w:abstractNumId w:val="0"/>
  </w:num>
  <w:num w:numId="21">
    <w:abstractNumId w:val="4"/>
  </w:num>
  <w:num w:numId="22">
    <w:abstractNumId w:val="27"/>
  </w:num>
  <w:num w:numId="23">
    <w:abstractNumId w:val="18"/>
  </w:num>
  <w:num w:numId="24">
    <w:abstractNumId w:val="29"/>
  </w:num>
  <w:num w:numId="25">
    <w:abstractNumId w:val="2"/>
  </w:num>
  <w:num w:numId="26">
    <w:abstractNumId w:val="23"/>
  </w:num>
  <w:num w:numId="27">
    <w:abstractNumId w:val="8"/>
  </w:num>
  <w:num w:numId="2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tLQ0NTU3NLE0NzNX0lEKTi0uzszPAykwrAUAJi59+S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4146"/>
    <w:rsid w:val="0009093B"/>
    <w:rsid w:val="000A5441"/>
    <w:rsid w:val="000B2022"/>
    <w:rsid w:val="000C0EBC"/>
    <w:rsid w:val="000C149A"/>
    <w:rsid w:val="000C224E"/>
    <w:rsid w:val="000C2C57"/>
    <w:rsid w:val="000C581F"/>
    <w:rsid w:val="000E25E6"/>
    <w:rsid w:val="000E2C86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350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41A0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80F"/>
    <w:rsid w:val="002E193E"/>
    <w:rsid w:val="0030082A"/>
    <w:rsid w:val="00305EFF"/>
    <w:rsid w:val="00310A6A"/>
    <w:rsid w:val="003114D7"/>
    <w:rsid w:val="003144E6"/>
    <w:rsid w:val="00323D6D"/>
    <w:rsid w:val="00337E82"/>
    <w:rsid w:val="00346FDC"/>
    <w:rsid w:val="00350BB1"/>
    <w:rsid w:val="00352C83"/>
    <w:rsid w:val="00354008"/>
    <w:rsid w:val="00363018"/>
    <w:rsid w:val="00366805"/>
    <w:rsid w:val="0037067D"/>
    <w:rsid w:val="00373436"/>
    <w:rsid w:val="0038126D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85F"/>
    <w:rsid w:val="003E72B6"/>
    <w:rsid w:val="003E7BBE"/>
    <w:rsid w:val="004127E3"/>
    <w:rsid w:val="0043212E"/>
    <w:rsid w:val="00434366"/>
    <w:rsid w:val="00434ECE"/>
    <w:rsid w:val="00444423"/>
    <w:rsid w:val="00452F3E"/>
    <w:rsid w:val="00452F51"/>
    <w:rsid w:val="00461045"/>
    <w:rsid w:val="0046239A"/>
    <w:rsid w:val="00462731"/>
    <w:rsid w:val="004640AE"/>
    <w:rsid w:val="004679E3"/>
    <w:rsid w:val="00475172"/>
    <w:rsid w:val="004758B0"/>
    <w:rsid w:val="004832D2"/>
    <w:rsid w:val="00485559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E2F"/>
    <w:rsid w:val="00643D1B"/>
    <w:rsid w:val="006452B8"/>
    <w:rsid w:val="00652E62"/>
    <w:rsid w:val="006643EC"/>
    <w:rsid w:val="006669A2"/>
    <w:rsid w:val="00672023"/>
    <w:rsid w:val="00686A49"/>
    <w:rsid w:val="00687B62"/>
    <w:rsid w:val="00690C44"/>
    <w:rsid w:val="006969D9"/>
    <w:rsid w:val="006A2B68"/>
    <w:rsid w:val="006A2E35"/>
    <w:rsid w:val="006B6155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7D4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492D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974A8"/>
    <w:rsid w:val="007A300D"/>
    <w:rsid w:val="007B5138"/>
    <w:rsid w:val="007D5A78"/>
    <w:rsid w:val="007E3BD1"/>
    <w:rsid w:val="007F1563"/>
    <w:rsid w:val="007F1EB2"/>
    <w:rsid w:val="007F44DB"/>
    <w:rsid w:val="007F5A8B"/>
    <w:rsid w:val="00817D51"/>
    <w:rsid w:val="00820B1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76C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914FF4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16E"/>
    <w:rsid w:val="0099541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1392"/>
    <w:rsid w:val="00B05E81"/>
    <w:rsid w:val="00B0712C"/>
    <w:rsid w:val="00B10E79"/>
    <w:rsid w:val="00B12013"/>
    <w:rsid w:val="00B22C67"/>
    <w:rsid w:val="00B3508F"/>
    <w:rsid w:val="00B443EE"/>
    <w:rsid w:val="00B560C8"/>
    <w:rsid w:val="00B61150"/>
    <w:rsid w:val="00B65BC7"/>
    <w:rsid w:val="00B65BD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0480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6B56"/>
    <w:rsid w:val="00DC1D69"/>
    <w:rsid w:val="00DC5A3A"/>
    <w:rsid w:val="00DD0726"/>
    <w:rsid w:val="00DD3C1C"/>
    <w:rsid w:val="00DE3DB1"/>
    <w:rsid w:val="00DE6E0D"/>
    <w:rsid w:val="00DF138A"/>
    <w:rsid w:val="00E01374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51499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12F8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978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3114D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0D715D75-BDE0-4BA7-A312-992D4A917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873840-34D9-498B-AC4A-9CC64DFE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18</cp:revision>
  <cp:lastPrinted>2016-05-27T05:21:00Z</cp:lastPrinted>
  <dcterms:created xsi:type="dcterms:W3CDTF">2021-03-21T05:53:00Z</dcterms:created>
  <dcterms:modified xsi:type="dcterms:W3CDTF">2021-05-07T22:30:00Z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